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D4" w:rsidRPr="007B798C" w:rsidRDefault="005736D4" w:rsidP="00151F76">
      <w:pPr>
        <w:jc w:val="center"/>
        <w:rPr>
          <w:rFonts w:ascii="Arial Black" w:hAnsi="Arial Black"/>
          <w:b/>
        </w:rPr>
      </w:pPr>
      <w:r w:rsidRPr="007B798C">
        <w:rPr>
          <w:rFonts w:ascii="Arial Black" w:hAnsi="Arial Black"/>
          <w:b/>
        </w:rPr>
        <w:t>Long term Causes of Russian Revolution:</w:t>
      </w:r>
      <w:bookmarkStart w:id="0" w:name="_GoBack"/>
      <w:bookmarkEnd w:id="0"/>
    </w:p>
    <w:p w:rsidR="005736D4" w:rsidRDefault="005736D4" w:rsidP="00151F7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8"/>
        <w:gridCol w:w="5526"/>
        <w:gridCol w:w="4392"/>
      </w:tblGrid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AC079C">
              <w:rPr>
                <w:rFonts w:ascii="Arial Black" w:hAnsi="Arial Black"/>
                <w:b/>
                <w:sz w:val="24"/>
                <w:szCs w:val="24"/>
              </w:rPr>
              <w:t>Long term Cause:</w:t>
            </w: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AC079C">
              <w:rPr>
                <w:rFonts w:ascii="Arial Black" w:hAnsi="Arial Black"/>
                <w:b/>
                <w:sz w:val="24"/>
                <w:szCs w:val="24"/>
              </w:rPr>
              <w:t>Explanation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AC079C">
              <w:rPr>
                <w:rFonts w:ascii="Arial Black" w:hAnsi="Arial Black"/>
                <w:b/>
                <w:sz w:val="24"/>
                <w:szCs w:val="24"/>
              </w:rPr>
              <w:t>Connection, comments, questions, connections…</w:t>
            </w: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Out of date</w:t>
            </w:r>
          </w:p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smartTag w:uri="urn:schemas-microsoft-com:office:smarttags" w:element="place">
              <w:smartTag w:uri="urn:schemas-microsoft-com:office:smarttags" w:element="country-region">
                <w:r>
                  <w:t>Russia</w:t>
                </w:r>
              </w:smartTag>
            </w:smartTag>
            <w:r>
              <w:t xml:space="preserve"> was reliant on Medieval styles of living, with peasants.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Modern forces threatened monarchy</w:t>
            </w:r>
          </w:p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 xml:space="preserve">Marxism, new working class, and industrialization proved to be threats to </w:t>
            </w:r>
            <w:smartTag w:uri="urn:schemas-microsoft-com:office:smarttags" w:element="country-region">
              <w:r>
                <w:t>Russia</w:t>
              </w:r>
            </w:smartTag>
            <w:r>
              <w:t>.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Nicholas II</w:t>
            </w:r>
          </w:p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Had a weak personality, and was an autocrat, and also a bad leader.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Too big</w:t>
            </w:r>
          </w:p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The Russian empire stretched 4000 miles and consisted of 125 million people: too big to rule.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Backwards</w:t>
            </w:r>
          </w:p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Few roads and factories, lacked industrialization. Meanwhile, there were still many peasants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Disunited</w:t>
            </w:r>
          </w:p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The citizens came from different countries and spoke different languages.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Revolutionaries</w:t>
            </w:r>
          </w:p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  <w:r>
              <w:t>Social revolutionaries and Marxists wanted change in the empire.</w:t>
            </w: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  <w:jc w:val="center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</w:pPr>
          </w:p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</w:pPr>
          </w:p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</w:pPr>
          </w:p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</w:tr>
      <w:tr w:rsidR="005736D4" w:rsidRPr="00AC079C" w:rsidTr="00AC079C">
        <w:tc>
          <w:tcPr>
            <w:tcW w:w="3258" w:type="dxa"/>
          </w:tcPr>
          <w:p w:rsidR="005736D4" w:rsidRPr="00AC079C" w:rsidRDefault="005736D4" w:rsidP="00AC079C">
            <w:pPr>
              <w:spacing w:after="0" w:line="240" w:lineRule="auto"/>
            </w:pPr>
          </w:p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5526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  <w:tc>
          <w:tcPr>
            <w:tcW w:w="4392" w:type="dxa"/>
          </w:tcPr>
          <w:p w:rsidR="005736D4" w:rsidRPr="00AC079C" w:rsidRDefault="005736D4" w:rsidP="00AC079C">
            <w:pPr>
              <w:spacing w:after="0" w:line="240" w:lineRule="auto"/>
            </w:pPr>
          </w:p>
        </w:tc>
      </w:tr>
    </w:tbl>
    <w:p w:rsidR="005736D4" w:rsidRDefault="005736D4" w:rsidP="007B798C"/>
    <w:p w:rsidR="005736D4" w:rsidRDefault="005736D4" w:rsidP="00151F76">
      <w:pPr>
        <w:jc w:val="center"/>
      </w:pPr>
    </w:p>
    <w:p w:rsidR="005736D4" w:rsidRDefault="005736D4" w:rsidP="00151F76">
      <w:pPr>
        <w:jc w:val="center"/>
      </w:pPr>
    </w:p>
    <w:sectPr w:rsidR="005736D4" w:rsidSect="00151F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D9E"/>
    <w:rsid w:val="00151F76"/>
    <w:rsid w:val="00564973"/>
    <w:rsid w:val="005736D4"/>
    <w:rsid w:val="00586FEB"/>
    <w:rsid w:val="005D1115"/>
    <w:rsid w:val="00774D9E"/>
    <w:rsid w:val="007B798C"/>
    <w:rsid w:val="00AC079C"/>
    <w:rsid w:val="00B4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97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1F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1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115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11502">
              <w:marLeft w:val="27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1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119</Words>
  <Characters>684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term Causes of Russian Revolution:</dc:title>
  <dc:subject/>
  <dc:creator>mpstech</dc:creator>
  <cp:keywords/>
  <dc:description/>
  <cp:lastModifiedBy>tuyencom</cp:lastModifiedBy>
  <cp:revision>2</cp:revision>
  <dcterms:created xsi:type="dcterms:W3CDTF">2013-03-22T16:03:00Z</dcterms:created>
  <dcterms:modified xsi:type="dcterms:W3CDTF">2013-03-22T16:03:00Z</dcterms:modified>
</cp:coreProperties>
</file>